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Table for overall flyer layout"/>
      </w:tblPr>
      <w:tblGrid>
        <w:gridCol w:w="7200"/>
        <w:gridCol w:w="144"/>
        <w:gridCol w:w="3456"/>
      </w:tblGrid>
      <w:tr w:rsidR="006579EF">
        <w:trPr>
          <w:trHeight w:hRule="exact" w:val="14400"/>
          <w:jc w:val="center"/>
        </w:trPr>
        <w:tc>
          <w:tcPr>
            <w:tcW w:w="7200" w:type="dxa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Layout for flyer body content"/>
            </w:tblPr>
            <w:tblGrid>
              <w:gridCol w:w="7200"/>
            </w:tblGrid>
            <w:tr w:rsidR="006579EF" w:rsidTr="00C81336">
              <w:trPr>
                <w:cantSplit/>
                <w:trHeight w:hRule="exact" w:val="5130"/>
              </w:trPr>
              <w:tc>
                <w:tcPr>
                  <w:tcW w:w="7200" w:type="dxa"/>
                </w:tcPr>
                <w:p w:rsidR="006579EF" w:rsidRDefault="00C81336"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4365554" cy="3086100"/>
                        <wp:effectExtent l="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Ladies-Night(1).jpg"/>
                                <pic:cNvPicPr/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402006" cy="311186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579EF">
              <w:trPr>
                <w:trHeight w:hRule="exact" w:val="5760"/>
              </w:trPr>
              <w:tc>
                <w:tcPr>
                  <w:tcW w:w="7200" w:type="dxa"/>
                </w:tcPr>
                <w:p w:rsidR="006579EF" w:rsidRDefault="00C81336">
                  <w:pPr>
                    <w:pStyle w:val="Subtitle"/>
                  </w:pPr>
                  <w:r>
                    <w:t>March 20th</w:t>
                  </w:r>
                </w:p>
                <w:p w:rsidR="006579EF" w:rsidRDefault="00C81336">
                  <w:pPr>
                    <w:pStyle w:val="Title"/>
                  </w:pPr>
                  <w:r>
                    <w:t>flawless ladies night</w:t>
                  </w:r>
                </w:p>
                <w:p w:rsidR="006579EF" w:rsidRDefault="00C81336">
                  <w:pPr>
                    <w:pStyle w:val="Heading1"/>
                  </w:pPr>
                  <w:r>
                    <w:t>We Flawless!</w:t>
                  </w:r>
                </w:p>
                <w:p w:rsidR="00C81336" w:rsidRPr="00C81336" w:rsidRDefault="00C81336" w:rsidP="00C81336">
                  <w:r>
                    <w:t xml:space="preserve">Hey Ladies! This will be an event hosted by the one and only Yakira Sproul. This event will be given to bring together a diverse group of ladies on Bloomsburg University campus. There will be drinks, food, games and overall; a great time to bond and create new friendships. </w:t>
                  </w:r>
                </w:p>
                <w:p w:rsidR="006579EF" w:rsidRDefault="006579EF" w:rsidP="00C81336"/>
              </w:tc>
            </w:tr>
            <w:tr w:rsidR="006579EF">
              <w:trPr>
                <w:trHeight w:hRule="exact" w:val="1440"/>
              </w:trPr>
              <w:tc>
                <w:tcPr>
                  <w:tcW w:w="7200" w:type="dxa"/>
                  <w:vAlign w:val="bottom"/>
                </w:tcPr>
                <w:p w:rsidR="006579EF" w:rsidRDefault="00012975"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1257300" cy="914400"/>
                        <wp:effectExtent l="0" t="0" r="0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flawless-logo1.png"/>
                                <pic:cNvPicPr/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300" cy="914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Start w:id="0" w:name="_GoBack"/>
                  <w:bookmarkEnd w:id="0"/>
                </w:p>
              </w:tc>
            </w:tr>
          </w:tbl>
          <w:p w:rsidR="006579EF" w:rsidRDefault="006579EF"/>
        </w:tc>
        <w:tc>
          <w:tcPr>
            <w:tcW w:w="144" w:type="dxa"/>
          </w:tcPr>
          <w:p w:rsidR="006579EF" w:rsidRDefault="006579EF"/>
        </w:tc>
        <w:tc>
          <w:tcPr>
            <w:tcW w:w="3456" w:type="dxa"/>
          </w:tcPr>
          <w:tbl>
            <w:tblPr>
              <w:tblW w:w="5000" w:type="pct"/>
              <w:tblLayout w:type="fixed"/>
              <w:tblCellMar>
                <w:left w:w="288" w:type="dxa"/>
                <w:right w:w="288" w:type="dxa"/>
              </w:tblCellMar>
              <w:tblLook w:val="04A0" w:firstRow="1" w:lastRow="0" w:firstColumn="1" w:lastColumn="0" w:noHBand="0" w:noVBand="1"/>
              <w:tblDescription w:val="Layout for flyer sidebar"/>
            </w:tblPr>
            <w:tblGrid>
              <w:gridCol w:w="3456"/>
            </w:tblGrid>
            <w:tr w:rsidR="006579EF">
              <w:trPr>
                <w:trHeight w:hRule="exact" w:val="10800"/>
              </w:trPr>
              <w:tc>
                <w:tcPr>
                  <w:tcW w:w="3446" w:type="dxa"/>
                  <w:shd w:val="clear" w:color="auto" w:fill="97C83C" w:themeFill="accent2"/>
                  <w:vAlign w:val="center"/>
                </w:tcPr>
                <w:p w:rsidR="006579EF" w:rsidRDefault="00C81336">
                  <w:pPr>
                    <w:pStyle w:val="Heading2"/>
                  </w:pPr>
                  <w:proofErr w:type="spellStart"/>
                  <w:r>
                    <w:t>Kehr</w:t>
                  </w:r>
                  <w:proofErr w:type="spellEnd"/>
                  <w:r>
                    <w:t xml:space="preserve"> Union</w:t>
                  </w:r>
                </w:p>
                <w:p w:rsidR="00C81336" w:rsidRPr="00C81336" w:rsidRDefault="00C81336" w:rsidP="00C81336">
                  <w:pPr>
                    <w:pStyle w:val="Line"/>
                  </w:pPr>
                </w:p>
                <w:p w:rsidR="006579EF" w:rsidRDefault="006579EF">
                  <w:pPr>
                    <w:pStyle w:val="Line"/>
                  </w:pPr>
                </w:p>
                <w:p w:rsidR="006579EF" w:rsidRDefault="00C81336">
                  <w:pPr>
                    <w:pStyle w:val="Heading2"/>
                  </w:pPr>
                  <w:r>
                    <w:t xml:space="preserve">Non-Alcoholic Margaritas  </w:t>
                  </w:r>
                </w:p>
                <w:p w:rsidR="006579EF" w:rsidRDefault="006579EF">
                  <w:pPr>
                    <w:pStyle w:val="Line"/>
                  </w:pPr>
                </w:p>
                <w:p w:rsidR="006579EF" w:rsidRDefault="00C81336">
                  <w:pPr>
                    <w:pStyle w:val="Heading2"/>
                  </w:pPr>
                  <w:r>
                    <w:t>Plenty of good music and food!</w:t>
                  </w:r>
                </w:p>
                <w:p w:rsidR="006579EF" w:rsidRDefault="006579EF">
                  <w:pPr>
                    <w:pStyle w:val="Line"/>
                  </w:pPr>
                </w:p>
                <w:p w:rsidR="006579EF" w:rsidRDefault="00C81336">
                  <w:pPr>
                    <w:pStyle w:val="Heading2"/>
                  </w:pPr>
                  <w:r>
                    <w:t>FREE prizes</w:t>
                  </w:r>
                </w:p>
                <w:p w:rsidR="006579EF" w:rsidRDefault="006579EF">
                  <w:pPr>
                    <w:pStyle w:val="Line"/>
                  </w:pPr>
                </w:p>
                <w:p w:rsidR="006579EF" w:rsidRDefault="00C81336" w:rsidP="00C81336">
                  <w:pPr>
                    <w:pStyle w:val="Heading2"/>
                  </w:pPr>
                  <w:r>
                    <w:t>You DO NOT want to miss this!</w:t>
                  </w:r>
                  <w:r w:rsidR="00012975">
                    <w:t xml:space="preserve"> Feel free to bring guest!</w:t>
                  </w:r>
                </w:p>
                <w:p w:rsidR="00C81336" w:rsidRPr="00C81336" w:rsidRDefault="00C81336" w:rsidP="00C81336">
                  <w:pPr>
                    <w:pStyle w:val="Line"/>
                  </w:pPr>
                  <w:r>
                    <w:t>F</w:t>
                  </w:r>
                </w:p>
              </w:tc>
            </w:tr>
            <w:tr w:rsidR="006579EF">
              <w:trPr>
                <w:trHeight w:hRule="exact" w:val="144"/>
              </w:trPr>
              <w:tc>
                <w:tcPr>
                  <w:tcW w:w="3446" w:type="dxa"/>
                </w:tcPr>
                <w:p w:rsidR="006579EF" w:rsidRDefault="006579EF"/>
              </w:tc>
            </w:tr>
            <w:tr w:rsidR="006579EF">
              <w:trPr>
                <w:trHeight w:hRule="exact" w:val="3456"/>
              </w:trPr>
              <w:tc>
                <w:tcPr>
                  <w:tcW w:w="3446" w:type="dxa"/>
                  <w:shd w:val="clear" w:color="auto" w:fill="E03177" w:themeFill="accent1"/>
                  <w:vAlign w:val="center"/>
                </w:tcPr>
                <w:p w:rsidR="006579EF" w:rsidRDefault="00C81336">
                  <w:pPr>
                    <w:pStyle w:val="Heading3"/>
                  </w:pPr>
                  <w:r>
                    <w:t>Yakiralynn</w:t>
                  </w:r>
                </w:p>
                <w:p w:rsidR="006579EF" w:rsidRDefault="00012975">
                  <w:pPr>
                    <w:pStyle w:val="ContactInfo"/>
                  </w:pPr>
                  <w:sdt>
                    <w:sdtPr>
                      <w:id w:val="857003158"/>
                      <w:placeholder>
                        <w:docPart w:val="C0F2DF8A9A864C329512C476DBEA753A"/>
                      </w:placeholder>
                      <w15:appearance w15:val="hidden"/>
                      <w:text w:multiLine="1"/>
                    </w:sdtPr>
                    <w:sdtEndPr/>
                    <w:sdtContent>
                      <w:r w:rsidR="00C81336">
                        <w:t>400 east second street</w:t>
                      </w:r>
                    </w:sdtContent>
                  </w:sdt>
                </w:p>
                <w:p w:rsidR="006579EF" w:rsidRDefault="00C81336">
                  <w:pPr>
                    <w:pStyle w:val="ContactInfo"/>
                  </w:pPr>
                  <w:r>
                    <w:t>Yakiralynn.com</w:t>
                  </w:r>
                </w:p>
                <w:p w:rsidR="006579EF" w:rsidRDefault="00C81336" w:rsidP="00C81336">
                  <w:pPr>
                    <w:pStyle w:val="Date"/>
                  </w:pPr>
                  <w:r>
                    <w:t>March 20, 2015</w:t>
                  </w:r>
                </w:p>
                <w:p w:rsidR="00C81336" w:rsidRDefault="00C81336" w:rsidP="00C81336">
                  <w:pPr>
                    <w:pStyle w:val="Date"/>
                  </w:pPr>
                  <w:r>
                    <w:t>8:00pm – until</w:t>
                  </w:r>
                </w:p>
                <w:p w:rsidR="00C81336" w:rsidRDefault="00C81336" w:rsidP="00C81336">
                  <w:pPr>
                    <w:pStyle w:val="Date"/>
                  </w:pPr>
                </w:p>
              </w:tc>
            </w:tr>
          </w:tbl>
          <w:p w:rsidR="006579EF" w:rsidRDefault="006579EF"/>
        </w:tc>
      </w:tr>
    </w:tbl>
    <w:p w:rsidR="006579EF" w:rsidRDefault="006579EF">
      <w:pPr>
        <w:pStyle w:val="NoSpacing"/>
      </w:pPr>
    </w:p>
    <w:sectPr w:rsidR="006579EF"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336"/>
    <w:rsid w:val="00012975"/>
    <w:rsid w:val="006579EF"/>
    <w:rsid w:val="00C81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A02A11-86FA-4232-B273-DE2A860EA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333333" w:themeColor="text2"/>
        <w:sz w:val="24"/>
        <w:szCs w:val="24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3"/>
    <w:qFormat/>
    <w:pPr>
      <w:keepNext/>
      <w:keepLines/>
      <w:spacing w:before="280" w:after="120" w:line="240" w:lineRule="auto"/>
      <w:contextualSpacing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Line"/>
    <w:link w:val="Heading2Char"/>
    <w:uiPriority w:val="3"/>
    <w:unhideWhenUsed/>
    <w:qFormat/>
    <w:pPr>
      <w:keepNext/>
      <w:keepLines/>
      <w:spacing w:after="0" w:line="264" w:lineRule="auto"/>
      <w:jc w:val="center"/>
      <w:outlineLvl w:val="1"/>
    </w:pPr>
    <w:rPr>
      <w:rFonts w:asciiTheme="majorHAnsi" w:eastAsiaTheme="majorEastAsia" w:hAnsiTheme="majorHAnsi" w:cstheme="majorBidi"/>
      <w:color w:val="FFFFFF" w:themeColor="background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pPr>
      <w:keepNext/>
      <w:keepLines/>
      <w:spacing w:after="60" w:line="240" w:lineRule="auto"/>
      <w:jc w:val="center"/>
      <w:outlineLvl w:val="2"/>
    </w:pPr>
    <w:rPr>
      <w:rFonts w:asciiTheme="majorHAnsi" w:eastAsiaTheme="majorEastAsia" w:hAnsiTheme="majorHAnsi" w:cstheme="majorBidi"/>
      <w:caps/>
      <w:color w:val="FFFFFF" w:themeColor="background1"/>
    </w:rPr>
  </w:style>
  <w:style w:type="paragraph" w:styleId="Heading4">
    <w:name w:val="heading 4"/>
    <w:basedOn w:val="Normal"/>
    <w:next w:val="Normal"/>
    <w:link w:val="Heading4Char"/>
    <w:uiPriority w:val="9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E03177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Title"/>
    <w:link w:val="SubtitleChar"/>
    <w:uiPriority w:val="2"/>
    <w:qFormat/>
    <w:pPr>
      <w:numPr>
        <w:ilvl w:val="1"/>
      </w:numPr>
      <w:spacing w:before="480"/>
    </w:pPr>
    <w:rPr>
      <w:color w:val="E03177" w:themeColor="accent1"/>
    </w:rPr>
  </w:style>
  <w:style w:type="character" w:customStyle="1" w:styleId="SubtitleChar">
    <w:name w:val="Subtitle Char"/>
    <w:basedOn w:val="DefaultParagraphFont"/>
    <w:link w:val="Subtitle"/>
    <w:uiPriority w:val="2"/>
    <w:rPr>
      <w:rFonts w:asciiTheme="majorHAnsi" w:eastAsiaTheme="majorEastAsia" w:hAnsiTheme="majorHAnsi" w:cstheme="majorBidi"/>
      <w:caps/>
      <w:color w:val="E03177" w:themeColor="accent1"/>
      <w:kern w:val="28"/>
      <w:sz w:val="80"/>
      <w:szCs w:val="80"/>
    </w:rPr>
  </w:style>
  <w:style w:type="paragraph" w:styleId="Title">
    <w:name w:val="Title"/>
    <w:basedOn w:val="Normal"/>
    <w:next w:val="Normal"/>
    <w:link w:val="TitleChar"/>
    <w:uiPriority w:val="1"/>
    <w:qFormat/>
    <w:pPr>
      <w:spacing w:after="0" w:line="204" w:lineRule="auto"/>
    </w:pPr>
    <w:rPr>
      <w:rFonts w:asciiTheme="majorHAnsi" w:eastAsiaTheme="majorEastAsia" w:hAnsiTheme="majorHAnsi" w:cstheme="majorBidi"/>
      <w:caps/>
      <w:kern w:val="28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aps/>
      <w:kern w:val="28"/>
      <w:sz w:val="80"/>
      <w:szCs w:val="80"/>
    </w:rPr>
  </w:style>
  <w:style w:type="character" w:customStyle="1" w:styleId="Heading1Char">
    <w:name w:val="Heading 1 Char"/>
    <w:basedOn w:val="DefaultParagraphFont"/>
    <w:link w:val="Heading1"/>
    <w:uiPriority w:val="3"/>
    <w:rPr>
      <w:b/>
      <w:bCs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NoSpacing">
    <w:name w:val="No Spacing"/>
    <w:uiPriority w:val="19"/>
    <w:qFormat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3"/>
    <w:rPr>
      <w:rFonts w:asciiTheme="majorHAnsi" w:eastAsiaTheme="majorEastAsia" w:hAnsiTheme="majorHAnsi" w:cstheme="majorBidi"/>
      <w:color w:val="FFFFFF" w:themeColor="background1"/>
      <w:sz w:val="28"/>
      <w:szCs w:val="28"/>
    </w:rPr>
  </w:style>
  <w:style w:type="paragraph" w:customStyle="1" w:styleId="Line">
    <w:name w:val="Line"/>
    <w:basedOn w:val="Normal"/>
    <w:next w:val="Heading2"/>
    <w:uiPriority w:val="3"/>
    <w:qFormat/>
    <w:pPr>
      <w:pBdr>
        <w:top w:val="single" w:sz="12" w:space="1" w:color="FFFFFF" w:themeColor="background1"/>
      </w:pBdr>
      <w:spacing w:before="400" w:after="400" w:line="240" w:lineRule="auto"/>
      <w:ind w:left="1080" w:right="1080"/>
      <w:jc w:val="center"/>
    </w:pPr>
    <w:rPr>
      <w:sz w:val="2"/>
      <w:szCs w:val="2"/>
    </w:rPr>
  </w:style>
  <w:style w:type="character" w:customStyle="1" w:styleId="Heading3Char">
    <w:name w:val="Heading 3 Char"/>
    <w:basedOn w:val="DefaultParagraphFont"/>
    <w:link w:val="Heading3"/>
    <w:uiPriority w:val="4"/>
    <w:rPr>
      <w:rFonts w:asciiTheme="majorHAnsi" w:eastAsiaTheme="majorEastAsia" w:hAnsiTheme="majorHAnsi" w:cstheme="majorBidi"/>
      <w:caps/>
      <w:color w:val="FFFFFF" w:themeColor="background1"/>
    </w:rPr>
  </w:style>
  <w:style w:type="paragraph" w:customStyle="1" w:styleId="ContactInfo">
    <w:name w:val="Contact Info"/>
    <w:basedOn w:val="Normal"/>
    <w:uiPriority w:val="5"/>
    <w:qFormat/>
    <w:pPr>
      <w:spacing w:after="280" w:line="240" w:lineRule="auto"/>
      <w:jc w:val="center"/>
    </w:pPr>
    <w:rPr>
      <w:color w:val="FFFFFF" w:themeColor="background1"/>
    </w:rPr>
  </w:style>
  <w:style w:type="paragraph" w:styleId="Date">
    <w:name w:val="Date"/>
    <w:basedOn w:val="Normal"/>
    <w:link w:val="DateChar"/>
    <w:uiPriority w:val="5"/>
    <w:unhideWhenUsed/>
    <w:qFormat/>
    <w:pPr>
      <w:spacing w:after="0"/>
      <w:jc w:val="center"/>
    </w:pPr>
    <w:rPr>
      <w:color w:val="FFFFFF" w:themeColor="background1"/>
    </w:rPr>
  </w:style>
  <w:style w:type="character" w:customStyle="1" w:styleId="DateChar">
    <w:name w:val="Date Char"/>
    <w:basedOn w:val="DefaultParagraphFont"/>
    <w:link w:val="Date"/>
    <w:uiPriority w:val="5"/>
    <w:rPr>
      <w:color w:val="FFFFFF" w:themeColor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semiHidden/>
    <w:rPr>
      <w:rFonts w:asciiTheme="majorHAnsi" w:eastAsiaTheme="majorEastAsia" w:hAnsiTheme="majorHAnsi" w:cstheme="majorBidi"/>
      <w:color w:val="E03177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ls61775\AppData\Roaming\Microsoft\Templates\Event%20fly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0F2DF8A9A864C329512C476DBEA75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E2B53F-83FC-4B90-B323-02DEBBDCE2D4}"/>
      </w:docPartPr>
      <w:docPartBody>
        <w:p w:rsidR="00000000" w:rsidRDefault="00000000">
          <w:pPr>
            <w:pStyle w:val="C0F2DF8A9A864C329512C476DBEA753A"/>
          </w:pPr>
          <w:r>
            <w:t>[Street Address]</w:t>
          </w:r>
          <w:r>
            <w:br/>
            <w:t>[City, ST  ZIP Code]</w:t>
          </w:r>
          <w:r>
            <w:br/>
            <w:t>[Telephone]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7BB6F4C4E9442CF9B7C994F01A1DB7A">
    <w:name w:val="07BB6F4C4E9442CF9B7C994F01A1DB7A"/>
  </w:style>
  <w:style w:type="paragraph" w:customStyle="1" w:styleId="B3905B868C7D41DAB2A1EFF052970C68">
    <w:name w:val="B3905B868C7D41DAB2A1EFF052970C68"/>
  </w:style>
  <w:style w:type="paragraph" w:customStyle="1" w:styleId="E58AEE60D49448CDB79CC35C0657DD5E">
    <w:name w:val="E58AEE60D49448CDB79CC35C0657DD5E"/>
  </w:style>
  <w:style w:type="paragraph" w:customStyle="1" w:styleId="91D589F9FB5D4AA8A326BAD1090B2F8F">
    <w:name w:val="91D589F9FB5D4AA8A326BAD1090B2F8F"/>
  </w:style>
  <w:style w:type="paragraph" w:customStyle="1" w:styleId="B5C669B3D3E74F48BFF87D9395B9FE2F">
    <w:name w:val="B5C669B3D3E74F48BFF87D9395B9FE2F"/>
  </w:style>
  <w:style w:type="paragraph" w:customStyle="1" w:styleId="3D9D6986891C4BC9B713673A6782BEBD">
    <w:name w:val="3D9D6986891C4BC9B713673A6782BEBD"/>
  </w:style>
  <w:style w:type="paragraph" w:customStyle="1" w:styleId="668A7ECCB71F4ABD8A464FE76E6B8162">
    <w:name w:val="668A7ECCB71F4ABD8A464FE76E6B8162"/>
  </w:style>
  <w:style w:type="paragraph" w:customStyle="1" w:styleId="AA1F1BB99F9149299F3229F21E2CB647">
    <w:name w:val="AA1F1BB99F9149299F3229F21E2CB647"/>
  </w:style>
  <w:style w:type="paragraph" w:customStyle="1" w:styleId="2397E470E5EC4BBBA5AFD27AF8FC31B1">
    <w:name w:val="2397E470E5EC4BBBA5AFD27AF8FC31B1"/>
  </w:style>
  <w:style w:type="paragraph" w:customStyle="1" w:styleId="CE1AEAA63ACA44B8A669BF1C0BE2370E">
    <w:name w:val="CE1AEAA63ACA44B8A669BF1C0BE2370E"/>
  </w:style>
  <w:style w:type="paragraph" w:customStyle="1" w:styleId="C0F2DF8A9A864C329512C476DBEA753A">
    <w:name w:val="C0F2DF8A9A864C329512C476DBEA753A"/>
  </w:style>
  <w:style w:type="paragraph" w:customStyle="1" w:styleId="47BEB61F68194082A2E56356C1F75743">
    <w:name w:val="47BEB61F68194082A2E56356C1F75743"/>
  </w:style>
  <w:style w:type="paragraph" w:customStyle="1" w:styleId="7C9AB2BAB1884E2ABAD51EAA6C233213">
    <w:name w:val="7C9AB2BAB1884E2ABAD51EAA6C2332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ummer Business">
      <a:dk1>
        <a:sysClr val="windowText" lastClr="000000"/>
      </a:dk1>
      <a:lt1>
        <a:sysClr val="window" lastClr="FFFFFF"/>
      </a:lt1>
      <a:dk2>
        <a:srgbClr val="333333"/>
      </a:dk2>
      <a:lt2>
        <a:srgbClr val="E6E6E6"/>
      </a:lt2>
      <a:accent1>
        <a:srgbClr val="E03177"/>
      </a:accent1>
      <a:accent2>
        <a:srgbClr val="97C83C"/>
      </a:accent2>
      <a:accent3>
        <a:srgbClr val="EEAE1F"/>
      </a:accent3>
      <a:accent4>
        <a:srgbClr val="EC6814"/>
      </a:accent4>
      <a:accent5>
        <a:srgbClr val="7458AB"/>
      </a:accent5>
      <a:accent6>
        <a:srgbClr val="24A5CD"/>
      </a:accent6>
      <a:hlink>
        <a:srgbClr val="24A5CD"/>
      </a:hlink>
      <a:folHlink>
        <a:srgbClr val="7458AB"/>
      </a:folHlink>
    </a:clrScheme>
    <a:fontScheme name="Summer Business">
      <a:majorFont>
        <a:latin typeface="Arial Black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1424E78C-8A49-4037-80E8-15290F9155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Event flyer.dotx</Template>
  <TotalTime>12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labtech</dc:creator>
  <cp:keywords/>
  <dc:description/>
  <cp:lastModifiedBy>Yakira L. Sproul</cp:lastModifiedBy>
  <cp:revision>1</cp:revision>
  <cp:lastPrinted>2012-12-25T21:02:00Z</cp:lastPrinted>
  <dcterms:created xsi:type="dcterms:W3CDTF">2015-03-19T22:19:00Z</dcterms:created>
  <dcterms:modified xsi:type="dcterms:W3CDTF">2015-03-19T22:31:00Z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TC039885629991</vt:lpwstr>
  </property>
</Properties>
</file>